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417FB61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B0D57">
        <w:rPr>
          <w:rFonts w:ascii="Corbel" w:hAnsi="Corbel"/>
          <w:i/>
          <w:smallCaps/>
          <w:sz w:val="24"/>
          <w:szCs w:val="24"/>
          <w:u w:val="single"/>
        </w:rPr>
        <w:t>2020-2023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018B798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B0D57">
        <w:rPr>
          <w:rFonts w:ascii="Corbel" w:hAnsi="Corbel"/>
          <w:sz w:val="20"/>
          <w:szCs w:val="20"/>
        </w:rPr>
        <w:t>2020/2021</w:t>
      </w:r>
      <w:r w:rsidR="002111A3">
        <w:rPr>
          <w:rFonts w:ascii="Corbel" w:hAnsi="Corbel"/>
          <w:sz w:val="20"/>
          <w:szCs w:val="20"/>
        </w:rPr>
        <w:t>, 202</w:t>
      </w:r>
      <w:r w:rsidR="00EB0D57">
        <w:rPr>
          <w:rFonts w:ascii="Corbel" w:hAnsi="Corbel"/>
          <w:sz w:val="20"/>
          <w:szCs w:val="20"/>
        </w:rPr>
        <w:t>1/2022</w:t>
      </w:r>
      <w:r w:rsidR="00192B87">
        <w:rPr>
          <w:rFonts w:ascii="Corbel" w:hAnsi="Corbel"/>
          <w:sz w:val="20"/>
          <w:szCs w:val="20"/>
        </w:rPr>
        <w:t xml:space="preserve"> 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3572A289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9649E6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3E96B03" w:rsidR="0085747A" w:rsidRPr="009C54AE" w:rsidRDefault="00E066F7" w:rsidP="00570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0350D82" w:rsidR="0085747A" w:rsidRPr="009C54AE" w:rsidRDefault="005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7B0D1DED" w:rsidR="0085747A" w:rsidRPr="009C54AE" w:rsidRDefault="005B1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FBFA317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5F5BA0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7F6024D8" w:rsidR="00923D7D" w:rsidRPr="009C54AE" w:rsidRDefault="00CC2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649F802B" w:rsidR="0085747A" w:rsidRPr="009C54AE" w:rsidRDefault="007E6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Zofia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Orlof</w:t>
            </w:r>
            <w:proofErr w:type="spellEnd"/>
            <w:r w:rsidR="003035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4DAD0494" w:rsidR="0045566A" w:rsidRPr="009C54AE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556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5E3DE048" w:rsidR="0045566A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556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4431F0C7" w:rsidR="0045566A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556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4993C99C" w:rsidR="0045566A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556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DC9B66" w:rsidR="0045566A" w:rsidRDefault="00B94FC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17224" w:rsidRPr="009C54AE" w14:paraId="0DC4AD6C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A56" w14:textId="277B8C34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DC4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1106" w14:textId="2D743665" w:rsidR="00217224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17CD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00CC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61B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7C42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D2F5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D8D3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5A1" w14:textId="0514A902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77777777" w:rsidR="001A6BA8" w:rsidRDefault="001A6BA8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7D11BAC1" w14:textId="77777777" w:rsidR="00DD18F7" w:rsidRPr="00DD18F7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zrozumie tekst specjalistyczny z zakresu tematyki pedagogicznej, zastosuje specjalistyczne słownictwo </w:t>
            </w:r>
          </w:p>
          <w:p w14:paraId="2C367A0C" w14:textId="77777777" w:rsidR="00DD18F7" w:rsidRPr="00DD18F7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</w:p>
          <w:p w14:paraId="2C8F88BE" w14:textId="64F987A4" w:rsidR="0085747A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653B09">
              <w:rPr>
                <w:rFonts w:ascii="Corbel" w:hAnsi="Corbel"/>
                <w:b w:val="0"/>
                <w:bCs/>
                <w:smallCaps w:val="0"/>
                <w:szCs w:val="24"/>
              </w:rPr>
              <w:t>niemieckim</w:t>
            </w: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1909EB2B" w:rsidR="00DD18F7" w:rsidRPr="004C3BD6" w:rsidRDefault="00DD18F7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77777777" w:rsidR="00B17AFA" w:rsidRPr="00B17AFA" w:rsidRDefault="00B17AFA" w:rsidP="00D3056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390F072A" w14:textId="6E6977EB" w:rsidR="001A6BA8" w:rsidRDefault="00B17AFA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motywacji do samokształcenia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w zakresie języka 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1BE72C2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6EA89BB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</w:t>
            </w:r>
            <w:r w:rsidR="007E48B1">
              <w:rPr>
                <w:rFonts w:ascii="Corbel" w:hAnsi="Corbel"/>
                <w:sz w:val="24"/>
                <w:szCs w:val="24"/>
              </w:rPr>
              <w:t>,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C72E4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72E4D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8FF9C5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60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60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0F4F88BA" w:rsidR="0085747A" w:rsidRPr="009C54AE" w:rsidRDefault="00754A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59AE6B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2BC75577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54A72">
              <w:rPr>
                <w:rFonts w:ascii="Corbel" w:hAnsi="Corbel"/>
                <w:sz w:val="24"/>
                <w:szCs w:val="24"/>
              </w:rPr>
              <w:t xml:space="preserve"> (</w:t>
            </w:r>
            <w:r w:rsidR="005E1494">
              <w:rPr>
                <w:rFonts w:ascii="Corbel" w:hAnsi="Corbel"/>
                <w:sz w:val="24"/>
                <w:szCs w:val="24"/>
              </w:rPr>
              <w:t>po dwie godz. w każdym semestrze</w:t>
            </w:r>
            <w:r w:rsidR="00754A7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26D4E62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4FC0">
              <w:rPr>
                <w:rFonts w:ascii="Corbel" w:hAnsi="Corbel"/>
                <w:sz w:val="24"/>
                <w:szCs w:val="24"/>
              </w:rPr>
              <w:t>przygotowanie pracy projektowej, przygotowanie do sprawdzianów pisemnych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8171D4" w14:textId="363F4ED2" w:rsidR="00C61DC5" w:rsidRPr="009C54AE" w:rsidRDefault="00754A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2CEB169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4FC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65E31D2" w:rsidR="0085747A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2100A0A9" w14:textId="3BE81AD1" w:rsidR="0099450E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599E5D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C87EB" w14:textId="0023D09C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</w:p>
          <w:p w14:paraId="3280B44A" w14:textId="77777777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9BCB23E" w14:textId="563C20C2" w:rsidR="00B94FC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Cornelsen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Verlag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05EFA19A" w14:textId="7777777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030585EE" w:rsidR="00C8607E" w:rsidRPr="00AC558A" w:rsidRDefault="00C8607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7E68F0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Pr="00D86B6F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7DA7D8" w14:textId="77777777" w:rsidR="006470AE" w:rsidRPr="00D86B6F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7EF12E" w14:textId="2DE43DB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B3C11D6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4F74F60" w14:textId="02666B6B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Opracowanie zbio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ADAB0D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EACCB4D" w14:textId="0C265F28" w:rsid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="007E68F0"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3038BEA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B72D7B2" w14:textId="5A1B4FD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64D30861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0FC99FA2" w14:textId="371D42A5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DD391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74D21E7A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44FDC6C5" w14:textId="5C0FD99E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EE0096C" w14:textId="77777777" w:rsidR="00007041" w:rsidRP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E3AA29A" w14:textId="3C1D93D2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0229560E" w14:textId="685D4C0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426D5B10" w14:textId="43DAB261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0005CB70" w14:textId="26D3E1B8" w:rsidR="007E68F0" w:rsidRPr="00007041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229CE615" w:rsidR="006470AE" w:rsidRPr="00C8607E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7A342" w14:textId="77777777" w:rsidR="00517210" w:rsidRDefault="00517210" w:rsidP="00C16ABF">
      <w:pPr>
        <w:spacing w:after="0" w:line="240" w:lineRule="auto"/>
      </w:pPr>
      <w:r>
        <w:separator/>
      </w:r>
    </w:p>
  </w:endnote>
  <w:endnote w:type="continuationSeparator" w:id="0">
    <w:p w14:paraId="59995ABD" w14:textId="77777777" w:rsidR="00517210" w:rsidRDefault="005172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42BBD" w14:textId="77777777" w:rsidR="00517210" w:rsidRDefault="00517210" w:rsidP="00C16ABF">
      <w:pPr>
        <w:spacing w:after="0" w:line="240" w:lineRule="auto"/>
      </w:pPr>
      <w:r>
        <w:separator/>
      </w:r>
    </w:p>
  </w:footnote>
  <w:footnote w:type="continuationSeparator" w:id="0">
    <w:p w14:paraId="50E4CA8D" w14:textId="77777777" w:rsidR="00517210" w:rsidRDefault="0051721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04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D4"/>
    <w:rsid w:val="00120347"/>
    <w:rsid w:val="00121A87"/>
    <w:rsid w:val="00124BFF"/>
    <w:rsid w:val="0012560E"/>
    <w:rsid w:val="00127108"/>
    <w:rsid w:val="00134B13"/>
    <w:rsid w:val="00146BC0"/>
    <w:rsid w:val="00153C41"/>
    <w:rsid w:val="00154381"/>
    <w:rsid w:val="0016217A"/>
    <w:rsid w:val="001640A7"/>
    <w:rsid w:val="00164FA7"/>
    <w:rsid w:val="00166A03"/>
    <w:rsid w:val="001718A7"/>
    <w:rsid w:val="001733A7"/>
    <w:rsid w:val="001737CF"/>
    <w:rsid w:val="00176083"/>
    <w:rsid w:val="00176858"/>
    <w:rsid w:val="00192B87"/>
    <w:rsid w:val="00192F37"/>
    <w:rsid w:val="001A6BA8"/>
    <w:rsid w:val="001A70D2"/>
    <w:rsid w:val="001D657B"/>
    <w:rsid w:val="001D7B54"/>
    <w:rsid w:val="001E0209"/>
    <w:rsid w:val="001F2CA2"/>
    <w:rsid w:val="0020584E"/>
    <w:rsid w:val="002111A3"/>
    <w:rsid w:val="002144C0"/>
    <w:rsid w:val="00217224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9357F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5F3"/>
    <w:rsid w:val="00445970"/>
    <w:rsid w:val="0045566A"/>
    <w:rsid w:val="00461EFC"/>
    <w:rsid w:val="004652C2"/>
    <w:rsid w:val="004662C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55A3"/>
    <w:rsid w:val="0050496F"/>
    <w:rsid w:val="00513B6F"/>
    <w:rsid w:val="00517210"/>
    <w:rsid w:val="00517C63"/>
    <w:rsid w:val="005363C4"/>
    <w:rsid w:val="00536BDE"/>
    <w:rsid w:val="00543ACC"/>
    <w:rsid w:val="00556D74"/>
    <w:rsid w:val="0056696D"/>
    <w:rsid w:val="00570E32"/>
    <w:rsid w:val="0059484D"/>
    <w:rsid w:val="005A0855"/>
    <w:rsid w:val="005A3196"/>
    <w:rsid w:val="005A6917"/>
    <w:rsid w:val="005B1F8E"/>
    <w:rsid w:val="005C080F"/>
    <w:rsid w:val="005C55E5"/>
    <w:rsid w:val="005C696A"/>
    <w:rsid w:val="005D666A"/>
    <w:rsid w:val="005E1494"/>
    <w:rsid w:val="005E6E85"/>
    <w:rsid w:val="005F31D2"/>
    <w:rsid w:val="005F5BA0"/>
    <w:rsid w:val="0061029B"/>
    <w:rsid w:val="00617230"/>
    <w:rsid w:val="0061755A"/>
    <w:rsid w:val="00621CE1"/>
    <w:rsid w:val="00627FC9"/>
    <w:rsid w:val="006470AE"/>
    <w:rsid w:val="00647FA8"/>
    <w:rsid w:val="00650C5F"/>
    <w:rsid w:val="00653B09"/>
    <w:rsid w:val="00654934"/>
    <w:rsid w:val="006620D9"/>
    <w:rsid w:val="006711FD"/>
    <w:rsid w:val="00671958"/>
    <w:rsid w:val="00675843"/>
    <w:rsid w:val="00696477"/>
    <w:rsid w:val="006B2962"/>
    <w:rsid w:val="006C6FED"/>
    <w:rsid w:val="006D050F"/>
    <w:rsid w:val="006D6139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5302"/>
    <w:rsid w:val="007461D6"/>
    <w:rsid w:val="00746EC8"/>
    <w:rsid w:val="00754A72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1374"/>
    <w:rsid w:val="007D6E56"/>
    <w:rsid w:val="007E48B1"/>
    <w:rsid w:val="007E68F0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BF"/>
    <w:rsid w:val="008D2865"/>
    <w:rsid w:val="008D3DFB"/>
    <w:rsid w:val="008E64F4"/>
    <w:rsid w:val="008F12C9"/>
    <w:rsid w:val="008F199F"/>
    <w:rsid w:val="008F3480"/>
    <w:rsid w:val="008F6E29"/>
    <w:rsid w:val="00916188"/>
    <w:rsid w:val="00923D7D"/>
    <w:rsid w:val="00937312"/>
    <w:rsid w:val="009508DF"/>
    <w:rsid w:val="00950DAC"/>
    <w:rsid w:val="00951AE2"/>
    <w:rsid w:val="00954A07"/>
    <w:rsid w:val="009649E6"/>
    <w:rsid w:val="00976E5A"/>
    <w:rsid w:val="0098063C"/>
    <w:rsid w:val="0099450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8EA"/>
    <w:rsid w:val="00A00ECC"/>
    <w:rsid w:val="00A155EE"/>
    <w:rsid w:val="00A2245B"/>
    <w:rsid w:val="00A30110"/>
    <w:rsid w:val="00A30F85"/>
    <w:rsid w:val="00A3481D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253D"/>
    <w:rsid w:val="00B94FC0"/>
    <w:rsid w:val="00BB520A"/>
    <w:rsid w:val="00BB53B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00E"/>
    <w:rsid w:val="00C766DF"/>
    <w:rsid w:val="00C77247"/>
    <w:rsid w:val="00C8607E"/>
    <w:rsid w:val="00C92093"/>
    <w:rsid w:val="00C94B98"/>
    <w:rsid w:val="00CA2B96"/>
    <w:rsid w:val="00CA5089"/>
    <w:rsid w:val="00CC2A30"/>
    <w:rsid w:val="00CD6897"/>
    <w:rsid w:val="00CE5BAC"/>
    <w:rsid w:val="00CF25BE"/>
    <w:rsid w:val="00CF78ED"/>
    <w:rsid w:val="00D02B25"/>
    <w:rsid w:val="00D02EBA"/>
    <w:rsid w:val="00D17C3C"/>
    <w:rsid w:val="00D26B2C"/>
    <w:rsid w:val="00D30565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86B6F"/>
    <w:rsid w:val="00DA2114"/>
    <w:rsid w:val="00DC74DF"/>
    <w:rsid w:val="00DD18F7"/>
    <w:rsid w:val="00DD391F"/>
    <w:rsid w:val="00DE09C0"/>
    <w:rsid w:val="00DE4A14"/>
    <w:rsid w:val="00DF1CDD"/>
    <w:rsid w:val="00DF320D"/>
    <w:rsid w:val="00DF71C8"/>
    <w:rsid w:val="00E066F7"/>
    <w:rsid w:val="00E07425"/>
    <w:rsid w:val="00E129B8"/>
    <w:rsid w:val="00E1417B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D57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42CCF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D7D2D"/>
    <w:rsid w:val="00FF016A"/>
    <w:rsid w:val="00FF1401"/>
    <w:rsid w:val="00FF32F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048C1-89C8-4D43-96DE-C58E3723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1913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2019-10-17T17:39:00Z</dcterms:created>
  <dcterms:modified xsi:type="dcterms:W3CDTF">2021-10-01T10:06:00Z</dcterms:modified>
</cp:coreProperties>
</file>